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173" w:rsidRDefault="00CC74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9pt;width:38pt;height:46.15pt;z-index:1;mso-position-vertical-relative:page">
            <v:imagedata r:id="rId7" o:title="" blacklevel="6554f" grayscale="t"/>
            <w10:wrap anchory="page"/>
          </v:shape>
        </w:pict>
      </w:r>
    </w:p>
    <w:p w:rsidR="00694173" w:rsidRPr="009F266E" w:rsidRDefault="00694173" w:rsidP="00B346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bCs/>
          <w:sz w:val="28"/>
          <w:szCs w:val="24"/>
        </w:rPr>
        <w:t xml:space="preserve">МИНИСТЕРСТВО СОЦИАЛЬНОГО РАЗВИТИЯ И СЕМЕЙНОЙ ПОЛИТИКИ </w:t>
      </w:r>
      <w:smartTag w:uri="urn:schemas-microsoft-com:office:smarttags" w:element="PersonName">
        <w:r w:rsidRPr="009F266E">
          <w:rPr>
            <w:rFonts w:ascii="Times New Roman" w:hAnsi="Times New Roman"/>
            <w:bCs/>
            <w:sz w:val="28"/>
            <w:szCs w:val="24"/>
          </w:rPr>
          <w:t>КРАСНОДАР</w:t>
        </w:r>
      </w:smartTag>
      <w:r w:rsidRPr="009F266E">
        <w:rPr>
          <w:rFonts w:ascii="Times New Roman" w:hAnsi="Times New Roman"/>
          <w:bCs/>
          <w:sz w:val="28"/>
          <w:szCs w:val="24"/>
        </w:rPr>
        <w:t>СКОГО КРАЯ</w:t>
      </w:r>
    </w:p>
    <w:p w:rsidR="00694173" w:rsidRPr="009F266E" w:rsidRDefault="00694173" w:rsidP="00B3468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94173" w:rsidRPr="009F266E" w:rsidRDefault="00694173" w:rsidP="00B3468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266E">
        <w:rPr>
          <w:rFonts w:ascii="Times New Roman" w:hAnsi="Times New Roman"/>
          <w:b/>
          <w:sz w:val="32"/>
          <w:szCs w:val="32"/>
        </w:rPr>
        <w:t>П Р И К А З</w:t>
      </w:r>
    </w:p>
    <w:p w:rsidR="00694173" w:rsidRPr="009F266E" w:rsidRDefault="00694173" w:rsidP="00B346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</w:t>
      </w:r>
      <w:r w:rsidR="00BD5CA5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Pr="009F266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декабря </w:t>
      </w:r>
      <w:smartTag w:uri="urn:schemas-microsoft-com:office:smarttags" w:element="metricconverter">
        <w:smartTagPr>
          <w:attr w:name="ProductID" w:val="2015 г"/>
        </w:smartTagPr>
        <w:r w:rsidRPr="009F266E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15</w:t>
        </w:r>
        <w:r w:rsidRPr="009F266E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F266E">
        <w:rPr>
          <w:rFonts w:ascii="Times New Roman" w:hAnsi="Times New Roman"/>
          <w:sz w:val="28"/>
          <w:szCs w:val="28"/>
        </w:rPr>
        <w:t xml:space="preserve">.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9F266E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F266E">
        <w:rPr>
          <w:rFonts w:ascii="Times New Roman" w:hAnsi="Times New Roman"/>
          <w:sz w:val="28"/>
          <w:szCs w:val="28"/>
        </w:rPr>
        <w:t xml:space="preserve">     № </w:t>
      </w:r>
      <w:r>
        <w:rPr>
          <w:rFonts w:ascii="Times New Roman" w:hAnsi="Times New Roman"/>
          <w:sz w:val="28"/>
          <w:szCs w:val="28"/>
        </w:rPr>
        <w:t>1390</w:t>
      </w:r>
    </w:p>
    <w:p w:rsidR="00694173" w:rsidRPr="009F266E" w:rsidRDefault="00694173" w:rsidP="00B346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sz w:val="28"/>
          <w:szCs w:val="28"/>
        </w:rPr>
        <w:t>г. Краснодар</w:t>
      </w:r>
    </w:p>
    <w:p w:rsidR="00694173" w:rsidRPr="009F266E" w:rsidRDefault="00694173" w:rsidP="00B346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4173" w:rsidRDefault="00694173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694173" w:rsidRDefault="00694173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b/>
          <w:bCs/>
          <w:sz w:val="28"/>
          <w:szCs w:val="28"/>
        </w:rPr>
        <w:t>«Выдача</w:t>
      </w:r>
    </w:p>
    <w:p w:rsidR="00694173" w:rsidRDefault="00694173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заключения о возможности граждан быть </w:t>
      </w:r>
    </w:p>
    <w:p w:rsidR="00694173" w:rsidRDefault="00694173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опекунами (попечителями) в отношении </w:t>
      </w:r>
    </w:p>
    <w:p w:rsidR="00694173" w:rsidRDefault="00694173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несовершеннолетних</w:t>
      </w:r>
      <w:r w:rsidRPr="00497069">
        <w:rPr>
          <w:rFonts w:ascii="Times New Roman" w:hAnsi="Times New Roman"/>
          <w:b/>
          <w:bCs/>
          <w:sz w:val="28"/>
          <w:szCs w:val="28"/>
        </w:rPr>
        <w:t>»</w:t>
      </w:r>
    </w:p>
    <w:p w:rsidR="00694173" w:rsidRPr="002D0AD0" w:rsidRDefault="00694173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4173" w:rsidRPr="002D0AD0" w:rsidRDefault="00694173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/>
          <w:sz w:val="28"/>
          <w:szCs w:val="28"/>
        </w:rPr>
        <w:t>от 27 июля 2010 года</w:t>
      </w:r>
      <w:r>
        <w:rPr>
          <w:rFonts w:ascii="Times New Roman" w:hAnsi="Times New Roman"/>
          <w:sz w:val="28"/>
          <w:szCs w:val="28"/>
        </w:rPr>
        <w:br/>
        <w:t>№ </w:t>
      </w:r>
      <w:r w:rsidRPr="002D0AD0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373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1340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приказываю:</w:t>
      </w:r>
    </w:p>
    <w:p w:rsidR="00694173" w:rsidRPr="002D0AD0" w:rsidRDefault="0069417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 xml:space="preserve">Утвердить прилагаемый административный </w:t>
      </w:r>
      <w:r>
        <w:rPr>
          <w:rFonts w:ascii="Times New Roman" w:hAnsi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опекунами (попечителями) в отношении несовершеннолетних</w:t>
      </w:r>
      <w:r w:rsidRPr="00497069"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−</w:t>
      </w:r>
      <w:r w:rsidRPr="002D0AD0">
        <w:rPr>
          <w:rFonts w:ascii="Times New Roman" w:hAnsi="Times New Roman"/>
          <w:sz w:val="28"/>
          <w:szCs w:val="28"/>
        </w:rPr>
        <w:t xml:space="preserve"> административный регламент).</w:t>
      </w:r>
    </w:p>
    <w:p w:rsidR="00694173" w:rsidRPr="002D0AD0" w:rsidRDefault="0069417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Рекомендовать органам местного самоуправления муниципальных образований</w:t>
      </w:r>
      <w:r w:rsidRPr="002D0AD0">
        <w:rPr>
          <w:rFonts w:ascii="Times New Roman" w:hAnsi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2D0AD0">
        <w:rPr>
          <w:rFonts w:ascii="Times New Roman" w:hAnsi="Times New Roman"/>
          <w:sz w:val="28"/>
          <w:szCs w:val="28"/>
        </w:rPr>
        <w:t xml:space="preserve">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опекунами (попечителями) в отношении несовершеннолетних</w:t>
      </w:r>
      <w:r w:rsidRPr="00497069"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в соответствии с утвержденным административным </w:t>
      </w:r>
      <w:r>
        <w:rPr>
          <w:rFonts w:ascii="Times New Roman" w:hAnsi="Times New Roman"/>
          <w:sz w:val="28"/>
          <w:szCs w:val="28"/>
        </w:rPr>
        <w:t>регламентом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694173" w:rsidRDefault="0069417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(Паршина)</w:t>
      </w:r>
      <w:r>
        <w:rPr>
          <w:rFonts w:ascii="Times New Roman" w:hAnsi="Times New Roman"/>
          <w:sz w:val="28"/>
          <w:szCs w:val="28"/>
        </w:rPr>
        <w:t>:</w:t>
      </w:r>
    </w:p>
    <w:p w:rsidR="00694173" w:rsidRPr="00DE5A50" w:rsidRDefault="0069417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</w:t>
      </w:r>
      <w:r w:rsidRPr="002D0AD0">
        <w:rPr>
          <w:rFonts w:ascii="Times New Roman" w:hAnsi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направления</w:t>
      </w:r>
      <w:r w:rsidRPr="002D0AD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«О</w:t>
      </w:r>
      <w:r w:rsidRPr="002D0AD0">
        <w:rPr>
          <w:rFonts w:ascii="Times New Roman" w:hAnsi="Times New Roman"/>
          <w:sz w:val="28"/>
          <w:szCs w:val="28"/>
        </w:rPr>
        <w:t>фициальн</w:t>
      </w:r>
      <w:r>
        <w:rPr>
          <w:rFonts w:ascii="Times New Roman" w:hAnsi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правовой информации» </w:t>
      </w:r>
      <w:r w:rsidRPr="00DE5A5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DE5A50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pravo</w:t>
      </w:r>
      <w:proofErr w:type="spellEnd"/>
      <w:r w:rsidRPr="00DE5A50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DE5A50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DE5A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694173" w:rsidRPr="002D0AD0" w:rsidRDefault="0069417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размещение настоящего приказа на официальном </w:t>
      </w:r>
      <w:r w:rsidRPr="002D0AD0">
        <w:rPr>
          <w:rFonts w:ascii="Times New Roman" w:hAnsi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694173" w:rsidRPr="002D0AD0" w:rsidRDefault="00694173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Заместителю н</w:t>
      </w:r>
      <w:r w:rsidRPr="002D0AD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2D0AD0">
        <w:rPr>
          <w:rFonts w:ascii="Times New Roman" w:hAnsi="Times New Roman"/>
          <w:sz w:val="28"/>
          <w:szCs w:val="28"/>
        </w:rPr>
        <w:t xml:space="preserve"> отдела правового обеспечения в управлении </w:t>
      </w:r>
      <w:r w:rsidRPr="002D0AD0">
        <w:rPr>
          <w:rFonts w:ascii="Times New Roman" w:hAnsi="Times New Roman"/>
          <w:sz w:val="28"/>
          <w:szCs w:val="28"/>
        </w:rPr>
        <w:lastRenderedPageBreak/>
        <w:t xml:space="preserve">правового обеспечения и организации гражданской службы министерства социального развития и семейной политики Краснодарского края </w:t>
      </w:r>
      <w:r>
        <w:rPr>
          <w:rFonts w:ascii="Times New Roman" w:hAnsi="Times New Roman"/>
          <w:sz w:val="28"/>
          <w:szCs w:val="28"/>
        </w:rPr>
        <w:t xml:space="preserve">М.И. Захарову </w:t>
      </w:r>
      <w:r w:rsidRPr="002D0AD0">
        <w:rPr>
          <w:rFonts w:ascii="Times New Roman" w:hAnsi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694173" w:rsidRPr="009C5176" w:rsidRDefault="00694173" w:rsidP="00B0636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5176">
        <w:rPr>
          <w:rFonts w:ascii="Times New Roman" w:hAnsi="Times New Roman" w:cs="Times New Roman"/>
          <w:sz w:val="28"/>
          <w:szCs w:val="28"/>
        </w:rPr>
        <w:t>5. Контроль за выполнением настоящего приказа возложить на начальника управления по работе с несовершеннолетними, опеки и попечительства Н.И. Агафонову.</w:t>
      </w:r>
    </w:p>
    <w:p w:rsidR="00694173" w:rsidRDefault="00694173" w:rsidP="00E76D7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5176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Приказ вступает в силу по истечении 10 дней после дня его официального опубликования, за исключением </w:t>
      </w:r>
      <w:r>
        <w:rPr>
          <w:rFonts w:ascii="Times New Roman" w:hAnsi="Times New Roman" w:cs="Times New Roman"/>
          <w:iCs/>
          <w:sz w:val="28"/>
          <w:szCs w:val="28"/>
        </w:rPr>
        <w:t>положений,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пунктом 2.16 раздела 2 административного регламента,</w:t>
      </w:r>
      <w:r>
        <w:rPr>
          <w:rFonts w:ascii="Times New Roman" w:hAnsi="Times New Roman"/>
          <w:iCs/>
          <w:sz w:val="28"/>
          <w:szCs w:val="28"/>
        </w:rPr>
        <w:t xml:space="preserve"> в части установления требований к помещениям в соответствии с пунктом 12 статьи 14 Федерального закона от 27 июля 2010 года № 210-ФЗ «Об организации предоставления государственных и муниципальных услуг», вступающих в силу с 1 января </w:t>
      </w:r>
      <w:r>
        <w:rPr>
          <w:rFonts w:ascii="Times New Roman" w:hAnsi="Times New Roman"/>
          <w:iCs/>
          <w:sz w:val="28"/>
          <w:szCs w:val="28"/>
        </w:rPr>
        <w:br/>
        <w:t>2016 года.</w:t>
      </w:r>
    </w:p>
    <w:p w:rsidR="00694173" w:rsidRPr="00B34F1A" w:rsidRDefault="00694173" w:rsidP="00E76D7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94173" w:rsidRPr="00B34F1A" w:rsidRDefault="00694173" w:rsidP="00B063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94173" w:rsidRPr="00B34F1A" w:rsidRDefault="00694173" w:rsidP="00B0636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34F1A">
        <w:rPr>
          <w:rFonts w:ascii="Times New Roman" w:hAnsi="Times New Roman" w:cs="Times New Roman"/>
          <w:sz w:val="28"/>
          <w:szCs w:val="28"/>
        </w:rPr>
        <w:t xml:space="preserve">Заместитель министра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 Кнышов</w:t>
      </w: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73" w:rsidRDefault="00694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94173" w:rsidSect="008B39C9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418" w:rsidRDefault="00CC7418" w:rsidP="008B39C9">
      <w:pPr>
        <w:spacing w:after="0" w:line="240" w:lineRule="auto"/>
      </w:pPr>
      <w:r>
        <w:separator/>
      </w:r>
    </w:p>
  </w:endnote>
  <w:endnote w:type="continuationSeparator" w:id="0">
    <w:p w:rsidR="00CC7418" w:rsidRDefault="00CC7418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418" w:rsidRDefault="00CC7418" w:rsidP="008B39C9">
      <w:pPr>
        <w:spacing w:after="0" w:line="240" w:lineRule="auto"/>
      </w:pPr>
      <w:r>
        <w:separator/>
      </w:r>
    </w:p>
  </w:footnote>
  <w:footnote w:type="continuationSeparator" w:id="0">
    <w:p w:rsidR="00CC7418" w:rsidRDefault="00CC7418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173" w:rsidRPr="00606AFD" w:rsidRDefault="00694173" w:rsidP="008B39C9">
    <w:pPr>
      <w:pStyle w:val="a3"/>
      <w:jc w:val="center"/>
      <w:rPr>
        <w:rFonts w:ascii="Times New Roman" w:hAnsi="Times New Roman"/>
        <w:sz w:val="28"/>
        <w:szCs w:val="28"/>
      </w:rPr>
    </w:pPr>
    <w:r w:rsidRPr="00606AFD">
      <w:rPr>
        <w:rFonts w:ascii="Times New Roman" w:hAnsi="Times New Roman"/>
        <w:sz w:val="28"/>
        <w:szCs w:val="28"/>
      </w:rPr>
      <w:fldChar w:fldCharType="begin"/>
    </w:r>
    <w:r w:rsidRPr="00606AFD">
      <w:rPr>
        <w:rFonts w:ascii="Times New Roman" w:hAnsi="Times New Roman"/>
        <w:sz w:val="28"/>
        <w:szCs w:val="28"/>
      </w:rPr>
      <w:instrText>PAGE   \* MERGEFORMAT</w:instrText>
    </w:r>
    <w:r w:rsidRPr="00606AFD">
      <w:rPr>
        <w:rFonts w:ascii="Times New Roman" w:hAnsi="Times New Roman"/>
        <w:sz w:val="28"/>
        <w:szCs w:val="28"/>
      </w:rPr>
      <w:fldChar w:fldCharType="separate"/>
    </w:r>
    <w:r w:rsidR="00BD5CA5">
      <w:rPr>
        <w:rFonts w:ascii="Times New Roman" w:hAnsi="Times New Roman"/>
        <w:noProof/>
        <w:sz w:val="28"/>
        <w:szCs w:val="28"/>
      </w:rPr>
      <w:t>2</w:t>
    </w:r>
    <w:r w:rsidRPr="00606AF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312B3"/>
    <w:rsid w:val="000469DD"/>
    <w:rsid w:val="00074DEA"/>
    <w:rsid w:val="00075022"/>
    <w:rsid w:val="00085A42"/>
    <w:rsid w:val="000B718A"/>
    <w:rsid w:val="000C096D"/>
    <w:rsid w:val="000C567D"/>
    <w:rsid w:val="000E4F7B"/>
    <w:rsid w:val="000E7E86"/>
    <w:rsid w:val="00101EC2"/>
    <w:rsid w:val="00131C3E"/>
    <w:rsid w:val="001C79EC"/>
    <w:rsid w:val="001E50EA"/>
    <w:rsid w:val="00243A77"/>
    <w:rsid w:val="002B18B7"/>
    <w:rsid w:val="002D0AD0"/>
    <w:rsid w:val="002F55EA"/>
    <w:rsid w:val="00316AD4"/>
    <w:rsid w:val="00357C22"/>
    <w:rsid w:val="0037281A"/>
    <w:rsid w:val="0039685A"/>
    <w:rsid w:val="003A76F1"/>
    <w:rsid w:val="003E25CA"/>
    <w:rsid w:val="003F6972"/>
    <w:rsid w:val="004111C4"/>
    <w:rsid w:val="00423757"/>
    <w:rsid w:val="0045067B"/>
    <w:rsid w:val="00497069"/>
    <w:rsid w:val="004F394C"/>
    <w:rsid w:val="00561647"/>
    <w:rsid w:val="00565C0B"/>
    <w:rsid w:val="0058064E"/>
    <w:rsid w:val="00594BED"/>
    <w:rsid w:val="005D256D"/>
    <w:rsid w:val="005D4366"/>
    <w:rsid w:val="005D7DB4"/>
    <w:rsid w:val="005F67E0"/>
    <w:rsid w:val="00606AFD"/>
    <w:rsid w:val="00624B53"/>
    <w:rsid w:val="006620AA"/>
    <w:rsid w:val="006770E1"/>
    <w:rsid w:val="00694173"/>
    <w:rsid w:val="006A29F0"/>
    <w:rsid w:val="006A2D1D"/>
    <w:rsid w:val="006B152C"/>
    <w:rsid w:val="00713859"/>
    <w:rsid w:val="0074234E"/>
    <w:rsid w:val="00766391"/>
    <w:rsid w:val="007A242E"/>
    <w:rsid w:val="007E0C44"/>
    <w:rsid w:val="00802069"/>
    <w:rsid w:val="008513E4"/>
    <w:rsid w:val="00881E6A"/>
    <w:rsid w:val="008A5AE5"/>
    <w:rsid w:val="008B39C9"/>
    <w:rsid w:val="008C4765"/>
    <w:rsid w:val="008D763C"/>
    <w:rsid w:val="00901955"/>
    <w:rsid w:val="00903E4B"/>
    <w:rsid w:val="009516EC"/>
    <w:rsid w:val="00953856"/>
    <w:rsid w:val="00960872"/>
    <w:rsid w:val="009806BD"/>
    <w:rsid w:val="009969DC"/>
    <w:rsid w:val="009C5176"/>
    <w:rsid w:val="009D345B"/>
    <w:rsid w:val="009F266E"/>
    <w:rsid w:val="00A05165"/>
    <w:rsid w:val="00A05EBA"/>
    <w:rsid w:val="00A15916"/>
    <w:rsid w:val="00A23533"/>
    <w:rsid w:val="00A56D09"/>
    <w:rsid w:val="00A62D5C"/>
    <w:rsid w:val="00AA004D"/>
    <w:rsid w:val="00AF1539"/>
    <w:rsid w:val="00B06364"/>
    <w:rsid w:val="00B34688"/>
    <w:rsid w:val="00B34F1A"/>
    <w:rsid w:val="00B5631C"/>
    <w:rsid w:val="00B56377"/>
    <w:rsid w:val="00B677BA"/>
    <w:rsid w:val="00B809D7"/>
    <w:rsid w:val="00B850C4"/>
    <w:rsid w:val="00BA0CBE"/>
    <w:rsid w:val="00BD3ECB"/>
    <w:rsid w:val="00BD5CA5"/>
    <w:rsid w:val="00BD639F"/>
    <w:rsid w:val="00BE25E3"/>
    <w:rsid w:val="00BF148A"/>
    <w:rsid w:val="00CB7E57"/>
    <w:rsid w:val="00CC7418"/>
    <w:rsid w:val="00D249F4"/>
    <w:rsid w:val="00D41238"/>
    <w:rsid w:val="00DE01B7"/>
    <w:rsid w:val="00DE5A50"/>
    <w:rsid w:val="00E31E80"/>
    <w:rsid w:val="00E71C9B"/>
    <w:rsid w:val="00E76D70"/>
    <w:rsid w:val="00EE7D22"/>
    <w:rsid w:val="00EF47CC"/>
    <w:rsid w:val="00F10C56"/>
    <w:rsid w:val="00F518BD"/>
    <w:rsid w:val="00FF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D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B39C9"/>
    <w:rPr>
      <w:rFonts w:cs="Times New Roman"/>
    </w:rPr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B39C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6087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960872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79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491</Words>
  <Characters>2799</Characters>
  <Application>Microsoft Office Word</Application>
  <DocSecurity>0</DocSecurity>
  <Lines>23</Lines>
  <Paragraphs>6</Paragraphs>
  <ScaleCrop>false</ScaleCrop>
  <Company>DFP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opeka02</cp:lastModifiedBy>
  <cp:revision>58</cp:revision>
  <cp:lastPrinted>2014-07-04T16:32:00Z</cp:lastPrinted>
  <dcterms:created xsi:type="dcterms:W3CDTF">2014-02-11T13:41:00Z</dcterms:created>
  <dcterms:modified xsi:type="dcterms:W3CDTF">2023-08-02T08:00:00Z</dcterms:modified>
</cp:coreProperties>
</file>